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337D40" w:rsidRDefault="00337D40" w:rsidP="00337D40">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lang w:eastAsia="zh-CN"/>
        </w:rPr>
        <w:t>２０２２年度</w:t>
      </w:r>
      <w:r w:rsidR="00440D34">
        <w:rPr>
          <w:rFonts w:ascii="ＭＳ ゴシック" w:eastAsia="ＭＳ ゴシック" w:hAnsi="ＭＳ ゴシック" w:hint="eastAsia"/>
        </w:rPr>
        <w:t>後</w:t>
      </w:r>
      <w:r>
        <w:rPr>
          <w:rFonts w:ascii="ＭＳ ゴシック" w:eastAsia="ＭＳ ゴシック" w:hAnsi="ＭＳ ゴシック"/>
          <w:lang w:eastAsia="zh-CN"/>
        </w:rPr>
        <w:t>期</w:t>
      </w:r>
    </w:p>
    <w:p w:rsidR="00616EB9" w:rsidRPr="00FE39CD" w:rsidRDefault="00A271AD"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rsidR="00E80397" w:rsidRPr="00337D40" w:rsidRDefault="00E80397" w:rsidP="00616EB9">
      <w:pPr>
        <w:pStyle w:val="Default"/>
        <w:rPr>
          <w:sz w:val="21"/>
          <w:szCs w:val="21"/>
          <w:lang w:eastAsia="zh-CN"/>
        </w:rPr>
      </w:pPr>
    </w:p>
    <w:p w:rsidR="00616EB9" w:rsidRDefault="00616EB9" w:rsidP="00A271AD">
      <w:pPr>
        <w:pStyle w:val="Default"/>
        <w:ind w:firstLineChars="100" w:firstLine="203"/>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1F33A5">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p>
        </w:tc>
      </w:tr>
      <w:tr w:rsidR="00E80397" w:rsidRPr="00C10112"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833988">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833988" w:rsidRPr="00E80397" w:rsidRDefault="00833988" w:rsidP="00833988">
            <w:pPr>
              <w:pStyle w:val="Default"/>
              <w:ind w:firstLineChars="200" w:firstLine="386"/>
              <w:rPr>
                <w:sz w:val="20"/>
                <w:szCs w:val="20"/>
              </w:rPr>
            </w:pPr>
            <w:r>
              <w:rPr>
                <w:rFonts w:hint="eastAsia"/>
                <w:sz w:val="20"/>
                <w:szCs w:val="20"/>
              </w:rPr>
              <w:t>（ｇ）</w:t>
            </w:r>
            <w:r w:rsidRPr="0034082D">
              <w:rPr>
                <w:rFonts w:ascii="Segoe UI" w:hAnsi="Segoe UI" w:cs="Segoe UI"/>
                <w:color w:val="201F1E"/>
                <w:sz w:val="20"/>
                <w:szCs w:val="20"/>
              </w:rPr>
              <w:t>健康診断書及びヘルスチェックカード（別紙様式３号－１及び２）</w:t>
            </w:r>
          </w:p>
          <w:p w:rsidR="00D12896" w:rsidRPr="0034082D" w:rsidRDefault="00D12896" w:rsidP="00711027">
            <w:pPr>
              <w:pStyle w:val="Default"/>
              <w:ind w:leftChars="200" w:left="985" w:hangingChars="300" w:hanging="579"/>
              <w:rPr>
                <w:sz w:val="20"/>
                <w:szCs w:val="20"/>
              </w:rPr>
            </w:pPr>
            <w:r>
              <w:rPr>
                <w:rFonts w:hint="eastAsia"/>
                <w:sz w:val="20"/>
                <w:szCs w:val="20"/>
              </w:rPr>
              <w:t>（ｈ）</w:t>
            </w:r>
            <w:r w:rsidR="00F337CB" w:rsidRPr="0034082D">
              <w:rPr>
                <w:rFonts w:hAnsi="ＭＳ 明朝" w:cs="Times New Roman" w:hint="eastAsia"/>
                <w:sz w:val="20"/>
                <w:szCs w:val="20"/>
              </w:rPr>
              <w:t>コロナ禍の西九州大学留学申込における</w:t>
            </w:r>
            <w:r w:rsidR="00F337CB" w:rsidRPr="0034082D">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D12896">
              <w:rPr>
                <w:rFonts w:hint="eastAsia"/>
                <w:sz w:val="20"/>
                <w:szCs w:val="20"/>
              </w:rPr>
              <w:t>ｉ</w:t>
            </w:r>
            <w:r w:rsidR="00E80397" w:rsidRPr="00E80397">
              <w:rPr>
                <w:rFonts w:hint="eastAsia"/>
                <w:sz w:val="20"/>
                <w:szCs w:val="20"/>
              </w:rPr>
              <w:t>）</w:t>
            </w:r>
            <w:r w:rsidR="00711027">
              <w:rPr>
                <w:rFonts w:hint="eastAsia"/>
                <w:sz w:val="20"/>
                <w:szCs w:val="20"/>
              </w:rPr>
              <w:t>審査料</w:t>
            </w:r>
            <w:r w:rsidR="00E86DA5">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F24B36" w:rsidRDefault="00C10112" w:rsidP="00F24B36">
            <w:pPr>
              <w:pStyle w:val="Default"/>
              <w:ind w:firstLineChars="300" w:firstLine="579"/>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w:t>
            </w:r>
            <w:r w:rsidR="00440D34">
              <w:rPr>
                <w:rFonts w:ascii="ＭＳ ゴシック" w:eastAsia="ＭＳ ゴシック" w:hAnsi="ＭＳ ゴシック" w:hint="eastAsia"/>
                <w:sz w:val="20"/>
                <w:szCs w:val="20"/>
              </w:rPr>
              <w:t>２</w:t>
            </w:r>
            <w:r w:rsidRPr="00C10112">
              <w:rPr>
                <w:rFonts w:ascii="ＭＳ ゴシック" w:eastAsia="ＭＳ ゴシック" w:hAnsi="ＭＳ ゴシック" w:hint="eastAsia"/>
                <w:sz w:val="20"/>
                <w:szCs w:val="20"/>
              </w:rPr>
              <w:t>年</w:t>
            </w:r>
            <w:r w:rsidR="00440D34">
              <w:rPr>
                <w:rFonts w:ascii="ＭＳ ゴシック" w:eastAsia="ＭＳ ゴシック" w:hAnsi="ＭＳ ゴシック" w:hint="eastAsia"/>
                <w:sz w:val="20"/>
                <w:szCs w:val="20"/>
              </w:rPr>
              <w:t>６</w:t>
            </w:r>
            <w:r w:rsidRPr="00C10112">
              <w:rPr>
                <w:rFonts w:ascii="ＭＳ ゴシック" w:eastAsia="ＭＳ ゴシック" w:hAnsi="ＭＳ ゴシック" w:hint="eastAsia"/>
                <w:sz w:val="20"/>
                <w:szCs w:val="20"/>
              </w:rPr>
              <w:t>月２</w:t>
            </w:r>
            <w:r w:rsidR="00440D34">
              <w:rPr>
                <w:rFonts w:ascii="ＭＳ ゴシック" w:eastAsia="ＭＳ ゴシック" w:hAnsi="ＭＳ ゴシック" w:hint="eastAsia"/>
                <w:sz w:val="20"/>
                <w:szCs w:val="20"/>
              </w:rPr>
              <w:t>７</w:t>
            </w:r>
            <w:r w:rsidRPr="00C10112">
              <w:rPr>
                <w:rFonts w:ascii="ＭＳ ゴシック" w:eastAsia="ＭＳ ゴシック" w:hAnsi="ＭＳ ゴシック" w:hint="eastAsia"/>
                <w:sz w:val="20"/>
                <w:szCs w:val="20"/>
              </w:rPr>
              <w:t>日（月）～</w:t>
            </w:r>
            <w:r w:rsidR="00440D34">
              <w:rPr>
                <w:rFonts w:ascii="ＭＳ ゴシック" w:eastAsia="ＭＳ ゴシック" w:hAnsi="ＭＳ ゴシック" w:hint="eastAsia"/>
                <w:sz w:val="20"/>
                <w:szCs w:val="20"/>
              </w:rPr>
              <w:t>７</w:t>
            </w:r>
            <w:r w:rsidRPr="00C10112">
              <w:rPr>
                <w:rFonts w:ascii="ＭＳ ゴシック" w:eastAsia="ＭＳ ゴシック" w:hAnsi="ＭＳ ゴシック" w:hint="eastAsia"/>
                <w:sz w:val="20"/>
                <w:szCs w:val="20"/>
              </w:rPr>
              <w:t>月</w:t>
            </w:r>
            <w:r w:rsidR="00440D34">
              <w:rPr>
                <w:rFonts w:ascii="ＭＳ ゴシック" w:eastAsia="ＭＳ ゴシック" w:hAnsi="ＭＳ ゴシック" w:hint="eastAsia"/>
                <w:sz w:val="20"/>
                <w:szCs w:val="20"/>
              </w:rPr>
              <w:t>８</w:t>
            </w:r>
            <w:bookmarkStart w:id="0" w:name="_GoBack"/>
            <w:bookmarkEnd w:id="0"/>
            <w:r w:rsidRPr="00C10112">
              <w:rPr>
                <w:rFonts w:ascii="ＭＳ ゴシック" w:eastAsia="ＭＳ ゴシック" w:hAnsi="ＭＳ ゴシック" w:hint="eastAsia"/>
                <w:sz w:val="20"/>
                <w:szCs w:val="20"/>
              </w:rPr>
              <w:t>日（金）</w:t>
            </w:r>
            <w:r w:rsidR="00F24B36" w:rsidRPr="002B6613">
              <w:rPr>
                <w:rFonts w:ascii="ＭＳ ゴシック" w:eastAsia="ＭＳ ゴシック" w:hAnsi="ＭＳ ゴシック"/>
                <w:sz w:val="20"/>
                <w:szCs w:val="20"/>
              </w:rPr>
              <w:t xml:space="preserve"> </w:t>
            </w:r>
            <w:r w:rsidR="00F24B3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2C5B79">
              <w:rPr>
                <w:rFonts w:hint="eastAsia"/>
                <w:sz w:val="20"/>
                <w:szCs w:val="20"/>
              </w:rPr>
              <w:t>入試広報</w:t>
            </w:r>
            <w:r w:rsidR="00E86DA5">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32B">
            <w:pPr>
              <w:pStyle w:val="Default"/>
              <w:ind w:firstLineChars="300" w:firstLine="579"/>
              <w:rPr>
                <w:sz w:val="20"/>
                <w:szCs w:val="20"/>
              </w:rPr>
            </w:pPr>
            <w:r w:rsidRPr="00E80397">
              <w:rPr>
                <w:rFonts w:hint="eastAsia"/>
                <w:sz w:val="20"/>
                <w:szCs w:val="20"/>
              </w:rPr>
              <w:t>ＴＥＬ　０９５２－３７－９２０</w:t>
            </w:r>
            <w:r w:rsidR="002B632B">
              <w:rPr>
                <w:rFonts w:hint="eastAsia"/>
                <w:sz w:val="20"/>
                <w:szCs w:val="20"/>
              </w:rPr>
              <w:t>７</w:t>
            </w:r>
            <w:r w:rsidRPr="00E80397">
              <w:rPr>
                <w:rFonts w:hint="eastAsia"/>
                <w:sz w:val="20"/>
                <w:szCs w:val="20"/>
              </w:rPr>
              <w:t>（直通）</w:t>
            </w:r>
            <w:r w:rsidRPr="00E80397">
              <w:rPr>
                <w:sz w:val="20"/>
                <w:szCs w:val="20"/>
              </w:rPr>
              <w:t xml:space="preserve"> </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833988">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B79" w:rsidRDefault="002C5B79" w:rsidP="00FE39CD">
      <w:r>
        <w:separator/>
      </w:r>
    </w:p>
  </w:endnote>
  <w:endnote w:type="continuationSeparator" w:id="0">
    <w:p w:rsidR="002C5B79" w:rsidRDefault="002C5B79"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B79" w:rsidRDefault="002C5B79" w:rsidP="00FE39CD">
      <w:r>
        <w:separator/>
      </w:r>
    </w:p>
  </w:footnote>
  <w:footnote w:type="continuationSeparator" w:id="0">
    <w:p w:rsidR="002C5B79" w:rsidRDefault="002C5B79"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3"/>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C7094"/>
    <w:rsid w:val="001F33A5"/>
    <w:rsid w:val="0028093F"/>
    <w:rsid w:val="00293668"/>
    <w:rsid w:val="002B632B"/>
    <w:rsid w:val="002B6613"/>
    <w:rsid w:val="002C5B79"/>
    <w:rsid w:val="002E6BB8"/>
    <w:rsid w:val="002F05AF"/>
    <w:rsid w:val="00337D40"/>
    <w:rsid w:val="0034082D"/>
    <w:rsid w:val="003556FB"/>
    <w:rsid w:val="00440D34"/>
    <w:rsid w:val="004A2B33"/>
    <w:rsid w:val="00551F34"/>
    <w:rsid w:val="005B5CB9"/>
    <w:rsid w:val="005F7E01"/>
    <w:rsid w:val="00616EB9"/>
    <w:rsid w:val="00680D9B"/>
    <w:rsid w:val="006F071C"/>
    <w:rsid w:val="00711027"/>
    <w:rsid w:val="00734C2B"/>
    <w:rsid w:val="007C6E61"/>
    <w:rsid w:val="00833988"/>
    <w:rsid w:val="0086528D"/>
    <w:rsid w:val="00986612"/>
    <w:rsid w:val="00A271AD"/>
    <w:rsid w:val="00A617C6"/>
    <w:rsid w:val="00AC7FAB"/>
    <w:rsid w:val="00BD486C"/>
    <w:rsid w:val="00C10112"/>
    <w:rsid w:val="00C122D9"/>
    <w:rsid w:val="00C92668"/>
    <w:rsid w:val="00D059B7"/>
    <w:rsid w:val="00D12896"/>
    <w:rsid w:val="00D630FF"/>
    <w:rsid w:val="00D8094D"/>
    <w:rsid w:val="00E06D3B"/>
    <w:rsid w:val="00E16C83"/>
    <w:rsid w:val="00E80397"/>
    <w:rsid w:val="00E843E6"/>
    <w:rsid w:val="00E85E4F"/>
    <w:rsid w:val="00E86DA5"/>
    <w:rsid w:val="00E91045"/>
    <w:rsid w:val="00EF5F78"/>
    <w:rsid w:val="00F24B36"/>
    <w:rsid w:val="00F337CB"/>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0E1EC51"/>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中島 健策</cp:lastModifiedBy>
  <cp:revision>11</cp:revision>
  <cp:lastPrinted>2019-04-10T08:23:00Z</cp:lastPrinted>
  <dcterms:created xsi:type="dcterms:W3CDTF">2020-09-16T07:38:00Z</dcterms:created>
  <dcterms:modified xsi:type="dcterms:W3CDTF">2022-05-26T09:16:00Z</dcterms:modified>
</cp:coreProperties>
</file>