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FB5" w:rsidRDefault="004D1FB5">
      <w:r>
        <w:rPr>
          <w:rFonts w:hint="eastAsia"/>
        </w:rPr>
        <w:t>別紙様式第</w:t>
      </w:r>
      <w:r>
        <w:rPr>
          <w:rFonts w:hint="eastAsia"/>
        </w:rPr>
        <w:t>2</w:t>
      </w:r>
      <w:r>
        <w:rPr>
          <w:rFonts w:hint="eastAsia"/>
        </w:rPr>
        <w:t>号（第４条関係）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92"/>
        <w:gridCol w:w="518"/>
        <w:gridCol w:w="1040"/>
        <w:gridCol w:w="1986"/>
      </w:tblGrid>
      <w:tr w:rsidR="00F74C8B" w:rsidRPr="00074708" w:rsidTr="001D5A19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学</w:t>
            </w:r>
            <w:r w:rsidR="00772554"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 xml:space="preserve">　</w:t>
            </w: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部</w:t>
            </w:r>
          </w:p>
        </w:tc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72D5" w:rsidRPr="00AF11C5" w:rsidRDefault="003A72D5" w:rsidP="0007470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大学院</w:t>
            </w:r>
          </w:p>
        </w:tc>
        <w:tc>
          <w:tcPr>
            <w:tcW w:w="19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3A72D5" w:rsidRPr="00AF11C5" w:rsidRDefault="00071968" w:rsidP="00074708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明朝"/>
                <w:color w:val="000000"/>
                <w:kern w:val="0"/>
                <w:sz w:val="16"/>
                <w:szCs w:val="16"/>
              </w:rPr>
            </w:pPr>
            <w:r w:rsidRPr="00AF11C5">
              <w:rPr>
                <w:rFonts w:ascii="ＭＳ Ｐ明朝" w:eastAsia="ＭＳ Ｐ明朝" w:hAnsi="ＭＳ Ｐ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2583815</wp:posOffset>
                      </wp:positionH>
                      <wp:positionV relativeFrom="paragraph">
                        <wp:posOffset>-28575</wp:posOffset>
                      </wp:positionV>
                      <wp:extent cx="1569085" cy="579120"/>
                      <wp:effectExtent l="13970" t="8890" r="7620" b="1206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9085" cy="579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2554" w:rsidRPr="00772554" w:rsidRDefault="00772554" w:rsidP="00772554">
                                  <w:pPr>
                                    <w:spacing w:line="200" w:lineRule="exact"/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772554"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※記入不要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03.45pt;margin-top:-2.25pt;width:123.55pt;height:45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" strokeweight="1pt">
                      <v:textbox>
                        <w:txbxContent>
                          <w:p w:rsidR="00772554" w:rsidRPr="00772554" w:rsidRDefault="00772554" w:rsidP="00772554">
                            <w:pPr>
                              <w:spacing w:line="200" w:lineRule="exact"/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772554"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※記入不要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※いずれかに「</w:t>
            </w:r>
            <w:r w:rsidR="00F74C8B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○</w:t>
            </w:r>
            <w:r w:rsidR="003A72D5" w:rsidRPr="00AF11C5">
              <w:rPr>
                <w:rFonts w:ascii="ＭＳ Ｐ明朝" w:eastAsia="ＭＳ Ｐ明朝" w:hAnsi="ＭＳ Ｐ明朝" w:cs="ＭＳ明朝" w:hint="eastAsia"/>
                <w:color w:val="000000"/>
                <w:kern w:val="0"/>
                <w:sz w:val="16"/>
                <w:szCs w:val="16"/>
              </w:rPr>
              <w:t>」印</w:t>
            </w:r>
          </w:p>
        </w:tc>
      </w:tr>
      <w:tr w:rsidR="00F74C8B" w:rsidRPr="00074708" w:rsidTr="001D5A19">
        <w:trPr>
          <w:trHeight w:val="462"/>
        </w:trPr>
        <w:tc>
          <w:tcPr>
            <w:tcW w:w="1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72554" w:rsidRPr="00AF11C5" w:rsidRDefault="00772554" w:rsidP="00F74C8B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color w:val="000000"/>
                <w:kern w:val="0"/>
                <w:szCs w:val="21"/>
              </w:rPr>
            </w:pPr>
            <w:r w:rsidRPr="00AF11C5">
              <w:rPr>
                <w:rFonts w:ascii="ＭＳ 明朝" w:hAnsi="ＭＳ 明朝" w:cs="ＭＳ明朝" w:hint="eastAsia"/>
                <w:color w:val="000000"/>
                <w:kern w:val="0"/>
                <w:szCs w:val="21"/>
              </w:rPr>
              <w:t>記入年月日：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2554" w:rsidRPr="00074708" w:rsidRDefault="00772554" w:rsidP="00370A43">
            <w:pPr>
              <w:autoSpaceDE w:val="0"/>
              <w:autoSpaceDN w:val="0"/>
              <w:adjustRightInd w:val="0"/>
              <w:ind w:firstLineChars="300" w:firstLine="630"/>
              <w:rPr>
                <w:rFonts w:ascii="ＭＳ 明朝" w:hAnsi="ＭＳ 明朝"/>
                <w:noProof/>
              </w:rPr>
            </w:pPr>
            <w:r w:rsidRPr="00074708">
              <w:rPr>
                <w:rFonts w:ascii="ＭＳ 明朝" w:hAnsi="ＭＳ 明朝" w:hint="eastAsia"/>
                <w:noProof/>
              </w:rPr>
              <w:t xml:space="preserve">　　　年　　　月　　　日</w:t>
            </w:r>
          </w:p>
        </w:tc>
      </w:tr>
    </w:tbl>
    <w:p w:rsidR="00772554" w:rsidRPr="00074708" w:rsidRDefault="00772554" w:rsidP="00772554">
      <w:pPr>
        <w:autoSpaceDE w:val="0"/>
        <w:autoSpaceDN w:val="0"/>
        <w:adjustRightInd w:val="0"/>
        <w:spacing w:line="240" w:lineRule="exact"/>
        <w:jc w:val="center"/>
        <w:rPr>
          <w:rFonts w:ascii="ＭＳ 明朝" w:hAnsi="ＭＳ 明朝" w:cs="ＭＳ明朝"/>
          <w:b/>
          <w:color w:val="000000"/>
          <w:kern w:val="0"/>
          <w:sz w:val="16"/>
          <w:szCs w:val="16"/>
        </w:rPr>
      </w:pPr>
    </w:p>
    <w:p w:rsidR="003A72D5" w:rsidRPr="00AF11C5" w:rsidRDefault="003A72D5" w:rsidP="003A72D5">
      <w:pPr>
        <w:autoSpaceDE w:val="0"/>
        <w:autoSpaceDN w:val="0"/>
        <w:adjustRightInd w:val="0"/>
        <w:jc w:val="center"/>
        <w:rPr>
          <w:rFonts w:ascii="HGPｺﾞｼｯｸE" w:eastAsia="HGPｺﾞｼｯｸE" w:hAnsi="HGPｺﾞｼｯｸE" w:cs="ＭＳ明朝"/>
          <w:color w:val="000000"/>
          <w:kern w:val="0"/>
          <w:sz w:val="28"/>
          <w:szCs w:val="28"/>
        </w:rPr>
      </w:pPr>
      <w:r w:rsidRPr="00AF11C5">
        <w:rPr>
          <w:rFonts w:ascii="HGPｺﾞｼｯｸE" w:eastAsia="HGPｺﾞｼｯｸE" w:hAnsi="HGPｺﾞｼｯｸE" w:cs="ＭＳ明朝" w:hint="eastAsia"/>
          <w:color w:val="000000"/>
          <w:kern w:val="0"/>
          <w:sz w:val="28"/>
          <w:szCs w:val="28"/>
        </w:rPr>
        <w:t>西九州大学・西九州大学大学院研究生【研究計画書】</w:t>
      </w:r>
    </w:p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bottom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4810"/>
        <w:gridCol w:w="2224"/>
      </w:tblGrid>
      <w:tr w:rsidR="00F74C8B" w:rsidRPr="00074708" w:rsidTr="00CE4603">
        <w:trPr>
          <w:trHeight w:val="522"/>
          <w:jc w:val="center"/>
        </w:trPr>
        <w:tc>
          <w:tcPr>
            <w:tcW w:w="138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出 願 先：</w:t>
            </w:r>
          </w:p>
        </w:tc>
        <w:tc>
          <w:tcPr>
            <w:tcW w:w="703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A72D5" w:rsidRPr="00074708" w:rsidRDefault="00772554" w:rsidP="00CE4603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F72B1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研究科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="00CF72B1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  <w:p w:rsidR="00772554" w:rsidRPr="00074708" w:rsidRDefault="00772554" w:rsidP="00E26B6E">
            <w:pPr>
              <w:spacing w:line="280" w:lineRule="exact"/>
              <w:rPr>
                <w:rFonts w:ascii="ＭＳ 明朝" w:hAnsi="ＭＳ 明朝"/>
                <w:sz w:val="20"/>
                <w:szCs w:val="20"/>
              </w:rPr>
            </w:pP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F72B1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学　部　</w:t>
            </w:r>
            <w:r w:rsidR="00CF72B1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bookmarkStart w:id="0" w:name="_GoBack"/>
            <w:bookmarkEnd w:id="0"/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E26B6E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F74C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 xml:space="preserve">　　　　　</w:t>
            </w:r>
            <w:r w:rsidR="00CF72B1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074708">
              <w:rPr>
                <w:rFonts w:ascii="ＭＳ 明朝" w:hAnsi="ＭＳ 明朝" w:hint="eastAsia"/>
                <w:sz w:val="20"/>
                <w:szCs w:val="20"/>
              </w:rPr>
              <w:t>学科</w:t>
            </w:r>
          </w:p>
        </w:tc>
      </w:tr>
      <w:tr w:rsidR="00CE4603" w:rsidRPr="00074708" w:rsidTr="00CE4603">
        <w:trPr>
          <w:trHeight w:val="313"/>
          <w:jc w:val="center"/>
        </w:trPr>
        <w:tc>
          <w:tcPr>
            <w:tcW w:w="1384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  <w:tc>
          <w:tcPr>
            <w:tcW w:w="4810" w:type="dxa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CE4603" w:rsidRPr="00CE4603" w:rsidRDefault="00CE4603" w:rsidP="00CE4603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224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E4603" w:rsidRDefault="00CE4603" w:rsidP="00CE4603">
            <w:pPr>
              <w:spacing w:line="16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CE4603" w:rsidRPr="00CE4603" w:rsidRDefault="00CE4603" w:rsidP="00CE4603">
            <w:pPr>
              <w:spacing w:line="320" w:lineRule="exact"/>
              <w:rPr>
                <w:rFonts w:ascii="ＭＳ 明朝" w:hAnsi="ＭＳ 明朝"/>
                <w:sz w:val="20"/>
                <w:szCs w:val="20"/>
              </w:rPr>
            </w:pPr>
            <w:r w:rsidRPr="00CE4603">
              <w:rPr>
                <w:rFonts w:ascii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男・女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CE460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CE4603" w:rsidRPr="00074708" w:rsidTr="00CE4603">
        <w:trPr>
          <w:trHeight w:val="296"/>
          <w:jc w:val="center"/>
        </w:trPr>
        <w:tc>
          <w:tcPr>
            <w:tcW w:w="1384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氏　　名：</w:t>
            </w:r>
          </w:p>
        </w:tc>
        <w:tc>
          <w:tcPr>
            <w:tcW w:w="4810" w:type="dxa"/>
            <w:tcBorders>
              <w:top w:val="nil"/>
            </w:tcBorders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224" w:type="dxa"/>
            <w:vMerge/>
            <w:shd w:val="clear" w:color="auto" w:fill="auto"/>
            <w:vAlign w:val="bottom"/>
          </w:tcPr>
          <w:p w:rsidR="00CE4603" w:rsidRPr="00074708" w:rsidRDefault="00CE4603" w:rsidP="00772554">
            <w:pPr>
              <w:rPr>
                <w:rFonts w:ascii="ＭＳ 明朝" w:hAnsi="ＭＳ 明朝"/>
                <w:sz w:val="22"/>
              </w:rPr>
            </w:pPr>
          </w:p>
        </w:tc>
      </w:tr>
      <w:tr w:rsidR="00F74C8B" w:rsidRPr="00074708" w:rsidTr="001D5A19">
        <w:trPr>
          <w:trHeight w:val="522"/>
          <w:jc w:val="center"/>
        </w:trPr>
        <w:tc>
          <w:tcPr>
            <w:tcW w:w="1384" w:type="dxa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  <w:r w:rsidRPr="00074708">
              <w:rPr>
                <w:rFonts w:ascii="ＭＳ 明朝" w:hAnsi="ＭＳ 明朝" w:hint="eastAsia"/>
                <w:sz w:val="22"/>
              </w:rPr>
              <w:t>研究題目：</w:t>
            </w:r>
          </w:p>
        </w:tc>
        <w:tc>
          <w:tcPr>
            <w:tcW w:w="7034" w:type="dxa"/>
            <w:gridSpan w:val="2"/>
            <w:shd w:val="clear" w:color="auto" w:fill="auto"/>
            <w:vAlign w:val="bottom"/>
          </w:tcPr>
          <w:p w:rsidR="003A72D5" w:rsidRPr="00074708" w:rsidRDefault="003A72D5" w:rsidP="0077255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3A72D5" w:rsidRPr="00074708" w:rsidRDefault="003A72D5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p w:rsidR="003A72D5" w:rsidRPr="00F74C8B" w:rsidRDefault="003A72D5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ゴシック" w:eastAsia="ＭＳ ゴシック" w:hAnsi="ＭＳ ゴシック" w:cs="ＭＳゴシック"/>
          <w:kern w:val="0"/>
          <w:sz w:val="16"/>
          <w:szCs w:val="16"/>
        </w:rPr>
      </w:pPr>
      <w:r w:rsidRPr="00F74C8B">
        <w:rPr>
          <w:rFonts w:ascii="ＭＳ ゴシック" w:eastAsia="ＭＳ ゴシック" w:hAnsi="ＭＳ ゴシック" w:cs="ＭＳゴシック" w:hint="eastAsia"/>
          <w:kern w:val="0"/>
          <w:sz w:val="16"/>
          <w:szCs w:val="16"/>
        </w:rPr>
        <w:t>＜記入要領＞</w:t>
      </w:r>
    </w:p>
    <w:p w:rsidR="00B25A0D" w:rsidRDefault="00B25A0D" w:rsidP="00B25A0D">
      <w:pPr>
        <w:autoSpaceDE w:val="0"/>
        <w:autoSpaceDN w:val="0"/>
        <w:adjustRightInd w:val="0"/>
        <w:spacing w:line="240" w:lineRule="exact"/>
        <w:ind w:leftChars="300" w:left="630" w:rightChars="300" w:right="63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１）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以下①に、これまでの研究歴（論文・卒業論文・演習など）が</w:t>
      </w:r>
      <w:r w:rsidR="003A72D5" w:rsidRPr="00E765EF">
        <w:rPr>
          <w:rFonts w:ascii="ＭＳ 明朝" w:hAnsi="ＭＳ 明朝" w:cs="ＭＳ明朝" w:hint="eastAsia"/>
          <w:kern w:val="0"/>
          <w:sz w:val="16"/>
          <w:szCs w:val="16"/>
          <w:u w:val="wavyHeavy"/>
        </w:rPr>
        <w:t>あれば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記入してください。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２）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以下②に、西九州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大学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・西九州大学</w:t>
      </w:r>
      <w:r>
        <w:rPr>
          <w:rFonts w:ascii="ＭＳ 明朝" w:hAnsi="ＭＳ 明朝" w:cs="ＭＳ明朝" w:hint="eastAsia"/>
          <w:kern w:val="0"/>
          <w:sz w:val="16"/>
          <w:szCs w:val="16"/>
        </w:rPr>
        <w:t>大学院研究生としての、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研究の目的・内容・方法および期間などについて、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具体的に記入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してください。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本様式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に記入しきれない場合は、</w:t>
      </w:r>
      <w:r w:rsidR="00F74C8B">
        <w:rPr>
          <w:rFonts w:ascii="ＭＳ 明朝" w:hAnsi="ＭＳ 明朝" w:cs="ＭＳ明朝" w:hint="eastAsia"/>
          <w:kern w:val="0"/>
          <w:sz w:val="16"/>
          <w:szCs w:val="16"/>
        </w:rPr>
        <w:t>別紙を添付して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ください。</w:t>
      </w:r>
    </w:p>
    <w:p w:rsidR="003A72D5" w:rsidRPr="00074708" w:rsidRDefault="00B25A0D" w:rsidP="00B25A0D">
      <w:pPr>
        <w:autoSpaceDE w:val="0"/>
        <w:autoSpaceDN w:val="0"/>
        <w:adjustRightInd w:val="0"/>
        <w:spacing w:line="240" w:lineRule="exact"/>
        <w:ind w:leftChars="300" w:left="950" w:rightChars="300" w:right="630" w:hangingChars="200" w:hanging="320"/>
        <w:jc w:val="left"/>
        <w:rPr>
          <w:rFonts w:ascii="ＭＳ 明朝" w:hAnsi="ＭＳ 明朝" w:cs="ＭＳ明朝"/>
          <w:kern w:val="0"/>
          <w:sz w:val="16"/>
          <w:szCs w:val="16"/>
        </w:rPr>
      </w:pPr>
      <w:r>
        <w:rPr>
          <w:rFonts w:ascii="ＭＳ 明朝" w:hAnsi="ＭＳ 明朝" w:cs="ＭＳ明朝" w:hint="eastAsia"/>
          <w:kern w:val="0"/>
          <w:sz w:val="16"/>
          <w:szCs w:val="16"/>
        </w:rPr>
        <w:t>３）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外国人留学生の方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は、志願者本人が</w:t>
      </w:r>
      <w:r w:rsidR="003A72D5" w:rsidRPr="00074708">
        <w:rPr>
          <w:rFonts w:ascii="ＭＳ 明朝" w:hAnsi="ＭＳ 明朝" w:cs="ＭＳゴシック" w:hint="eastAsia"/>
          <w:kern w:val="0"/>
          <w:sz w:val="16"/>
          <w:szCs w:val="16"/>
        </w:rPr>
        <w:t>日本語（直筆）</w:t>
      </w:r>
      <w:r w:rsidR="003A72D5" w:rsidRPr="00074708">
        <w:rPr>
          <w:rFonts w:ascii="ＭＳ 明朝" w:hAnsi="ＭＳ 明朝" w:cs="ＭＳ明朝" w:hint="eastAsia"/>
          <w:kern w:val="0"/>
          <w:sz w:val="16"/>
          <w:szCs w:val="16"/>
        </w:rPr>
        <w:t>で記入してください。この研究計画書で日本語能力の確認をあわせて行います。日本人の方は、直筆でなくても構いません。</w:t>
      </w:r>
    </w:p>
    <w:p w:rsidR="00074708" w:rsidRPr="00074708" w:rsidRDefault="00074708" w:rsidP="00074708">
      <w:pPr>
        <w:autoSpaceDE w:val="0"/>
        <w:autoSpaceDN w:val="0"/>
        <w:adjustRightInd w:val="0"/>
        <w:spacing w:line="240" w:lineRule="exact"/>
        <w:jc w:val="right"/>
        <w:rPr>
          <w:rFonts w:ascii="ＭＳ 明朝" w:hAnsi="ＭＳ 明朝" w:cs="ＭＳ明朝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074708" w:rsidRPr="00074708" w:rsidTr="001D5A19">
        <w:trPr>
          <w:jc w:val="center"/>
        </w:trPr>
        <w:tc>
          <w:tcPr>
            <w:tcW w:w="9606" w:type="dxa"/>
            <w:tcBorders>
              <w:bottom w:val="single" w:sz="8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①これまでの研究歴（論文・卒業論文・演習など）</w:t>
            </w:r>
          </w:p>
        </w:tc>
      </w:tr>
      <w:tr w:rsidR="00074708" w:rsidRPr="00074708" w:rsidTr="004D1FB5">
        <w:trPr>
          <w:trHeight w:val="2467"/>
          <w:jc w:val="center"/>
        </w:trPr>
        <w:tc>
          <w:tcPr>
            <w:tcW w:w="9606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</w:p>
        </w:tc>
      </w:tr>
      <w:tr w:rsidR="00074708" w:rsidRPr="00074708" w:rsidTr="001D5A19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074708" w:rsidRPr="00074708" w:rsidTr="004D1FB5">
        <w:trPr>
          <w:trHeight w:val="4975"/>
          <w:jc w:val="center"/>
        </w:trPr>
        <w:tc>
          <w:tcPr>
            <w:tcW w:w="9606" w:type="dxa"/>
            <w:shd w:val="clear" w:color="auto" w:fill="auto"/>
          </w:tcPr>
          <w:p w:rsidR="00074708" w:rsidRPr="00074708" w:rsidRDefault="00074708">
            <w:pPr>
              <w:rPr>
                <w:rFonts w:ascii="ＭＳ 明朝" w:hAnsi="ＭＳ 明朝"/>
              </w:rPr>
            </w:pPr>
          </w:p>
        </w:tc>
      </w:tr>
    </w:tbl>
    <w:p w:rsidR="003A72D5" w:rsidRDefault="003A72D5" w:rsidP="0053616B">
      <w:pPr>
        <w:spacing w:line="40" w:lineRule="exact"/>
        <w:rPr>
          <w:rFonts w:ascii="ＭＳ 明朝" w:hAnsi="ＭＳ 明朝"/>
        </w:rPr>
      </w:pPr>
    </w:p>
    <w:p w:rsidR="00C16DEC" w:rsidRDefault="00C16DEC" w:rsidP="0053616B">
      <w:pPr>
        <w:spacing w:line="40" w:lineRule="exact"/>
        <w:rPr>
          <w:rFonts w:ascii="ＭＳ 明朝" w:hAnsi="ＭＳ 明朝"/>
        </w:rPr>
      </w:pPr>
    </w:p>
    <w:p w:rsidR="00C16DEC" w:rsidRDefault="00C16DEC" w:rsidP="0053616B">
      <w:pPr>
        <w:spacing w:line="40" w:lineRule="exact"/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16DEC" w:rsidRPr="00074708" w:rsidTr="00A4498E">
        <w:trPr>
          <w:jc w:val="center"/>
        </w:trPr>
        <w:tc>
          <w:tcPr>
            <w:tcW w:w="9606" w:type="dxa"/>
            <w:tcBorders>
              <w:top w:val="single" w:sz="12" w:space="0" w:color="auto"/>
            </w:tcBorders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/>
              </w:rPr>
            </w:pP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②研究の目的・内容・方法および期間など</w:t>
            </w:r>
            <w:r w:rsidRPr="00074708">
              <w:rPr>
                <w:rFonts w:ascii="ＭＳ 明朝" w:hAnsi="ＭＳ 明朝" w:cs="ＭＳ明朝"/>
                <w:kern w:val="0"/>
                <w:sz w:val="16"/>
                <w:szCs w:val="16"/>
              </w:rPr>
              <w:t xml:space="preserve"> </w:t>
            </w:r>
            <w:r w:rsidRPr="00074708">
              <w:rPr>
                <w:rFonts w:ascii="ＭＳ 明朝" w:hAnsi="ＭＳ 明朝" w:cs="ＭＳ明朝" w:hint="eastAsia"/>
                <w:kern w:val="0"/>
                <w:sz w:val="16"/>
                <w:szCs w:val="16"/>
              </w:rPr>
              <w:t>※具体的に記入</w:t>
            </w:r>
          </w:p>
        </w:tc>
      </w:tr>
      <w:tr w:rsidR="00C16DEC" w:rsidRPr="00074708" w:rsidTr="00C16DEC">
        <w:trPr>
          <w:trHeight w:val="14018"/>
          <w:jc w:val="center"/>
        </w:trPr>
        <w:tc>
          <w:tcPr>
            <w:tcW w:w="9606" w:type="dxa"/>
            <w:shd w:val="clear" w:color="auto" w:fill="auto"/>
          </w:tcPr>
          <w:p w:rsidR="00C16DEC" w:rsidRPr="00074708" w:rsidRDefault="00C16DEC" w:rsidP="00A4498E">
            <w:pPr>
              <w:rPr>
                <w:rFonts w:ascii="ＭＳ 明朝" w:hAnsi="ＭＳ 明朝"/>
              </w:rPr>
            </w:pPr>
          </w:p>
        </w:tc>
      </w:tr>
    </w:tbl>
    <w:p w:rsidR="00C16DEC" w:rsidRPr="00C16DEC" w:rsidRDefault="00C16DEC" w:rsidP="0053616B">
      <w:pPr>
        <w:spacing w:line="40" w:lineRule="exact"/>
        <w:rPr>
          <w:rFonts w:ascii="ＭＳ 明朝" w:hAnsi="ＭＳ 明朝"/>
        </w:rPr>
      </w:pPr>
    </w:p>
    <w:sectPr w:rsidR="00C16DEC" w:rsidRPr="00C16DEC" w:rsidSect="003A72D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5F" w:rsidRDefault="00BE1F5F" w:rsidP="00CE4603">
      <w:r>
        <w:separator/>
      </w:r>
    </w:p>
  </w:endnote>
  <w:endnote w:type="continuationSeparator" w:id="0">
    <w:p w:rsidR="00BE1F5F" w:rsidRDefault="00BE1F5F" w:rsidP="00CE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5F" w:rsidRDefault="00BE1F5F" w:rsidP="00CE4603">
      <w:r>
        <w:separator/>
      </w:r>
    </w:p>
  </w:footnote>
  <w:footnote w:type="continuationSeparator" w:id="0">
    <w:p w:rsidR="00BE1F5F" w:rsidRDefault="00BE1F5F" w:rsidP="00CE4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5"/>
    <w:rsid w:val="00071968"/>
    <w:rsid w:val="00074708"/>
    <w:rsid w:val="001D5A19"/>
    <w:rsid w:val="002002BE"/>
    <w:rsid w:val="00370A43"/>
    <w:rsid w:val="003A4338"/>
    <w:rsid w:val="003A72D5"/>
    <w:rsid w:val="004913EC"/>
    <w:rsid w:val="004D1FB5"/>
    <w:rsid w:val="0053616B"/>
    <w:rsid w:val="00772554"/>
    <w:rsid w:val="007B238D"/>
    <w:rsid w:val="00A4498E"/>
    <w:rsid w:val="00AF11C5"/>
    <w:rsid w:val="00AF6B62"/>
    <w:rsid w:val="00B0520C"/>
    <w:rsid w:val="00B25A0D"/>
    <w:rsid w:val="00BE1F5F"/>
    <w:rsid w:val="00C16DEC"/>
    <w:rsid w:val="00CE4603"/>
    <w:rsid w:val="00CF58AF"/>
    <w:rsid w:val="00CF72B1"/>
    <w:rsid w:val="00D24430"/>
    <w:rsid w:val="00DA0194"/>
    <w:rsid w:val="00DF2957"/>
    <w:rsid w:val="00E26B6E"/>
    <w:rsid w:val="00E765EF"/>
    <w:rsid w:val="00F2300F"/>
    <w:rsid w:val="00F7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0958C4-12BF-4C99-AF8D-33AED7A8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CE460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E46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CE460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70A43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70A4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1C996CDA.dotm</Template>
  <TotalTime>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西九州大学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mokuo</dc:creator>
  <cp:keywords/>
  <cp:lastModifiedBy>Windows ユーザー</cp:lastModifiedBy>
  <cp:revision>2</cp:revision>
  <cp:lastPrinted>2020-01-28T07:44:00Z</cp:lastPrinted>
  <dcterms:created xsi:type="dcterms:W3CDTF">2020-07-16T05:06:00Z</dcterms:created>
  <dcterms:modified xsi:type="dcterms:W3CDTF">2020-07-16T05:06:00Z</dcterms:modified>
</cp:coreProperties>
</file>